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95735" w14:textId="77777777" w:rsidR="006223F2" w:rsidRPr="00CE0A9B" w:rsidRDefault="006223F2" w:rsidP="00CE0A9B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</w:rPr>
      </w:pPr>
      <w:r w:rsidRPr="00CE0A9B">
        <w:rPr>
          <w:rFonts w:ascii="Arial" w:hAnsi="Arial" w:cs="Arial"/>
          <w:b/>
          <w:bCs/>
        </w:rPr>
        <w:t>ΥΠΕΥΘΥΝΗ ΔΗΛΩΣΗ</w:t>
      </w:r>
    </w:p>
    <w:p w14:paraId="146351B7" w14:textId="77777777" w:rsidR="006223F2" w:rsidRPr="00CE0A9B" w:rsidRDefault="006223F2" w:rsidP="00CE0A9B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sz w:val="18"/>
          <w:szCs w:val="18"/>
        </w:rPr>
      </w:pPr>
      <w:r w:rsidRPr="00CE0A9B">
        <w:rPr>
          <w:rFonts w:ascii="Arial" w:hAnsi="Arial" w:cs="Arial"/>
          <w:b/>
          <w:bCs/>
          <w:sz w:val="18"/>
          <w:szCs w:val="18"/>
        </w:rPr>
        <w:t>(άρθρο 8 Ν.1599/1986)</w:t>
      </w:r>
    </w:p>
    <w:p w14:paraId="41429B91" w14:textId="77777777" w:rsidR="006223F2" w:rsidRPr="005657F4" w:rsidRDefault="006223F2" w:rsidP="005657F4">
      <w:pPr>
        <w:pStyle w:val="BodyText"/>
        <w:jc w:val="left"/>
        <w:rPr>
          <w:sz w:val="24"/>
        </w:rPr>
      </w:pPr>
    </w:p>
    <w:p w14:paraId="3356EB75" w14:textId="77777777" w:rsidR="006223F2" w:rsidRPr="00B74D20" w:rsidRDefault="006223F2">
      <w:pPr>
        <w:pStyle w:val="BodyText2"/>
        <w:pBdr>
          <w:right w:val="single" w:sz="4" w:space="7" w:color="auto"/>
        </w:pBdr>
        <w:ind w:right="139"/>
        <w:rPr>
          <w:rFonts w:ascii="Arial" w:hAnsi="Arial" w:cs="Arial"/>
          <w:sz w:val="18"/>
        </w:rPr>
      </w:pPr>
      <w:r w:rsidRPr="00B74D20">
        <w:rPr>
          <w:rFonts w:ascii="Arial" w:hAnsi="Arial" w:cs="Arial"/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8,</w:t>
      </w:r>
      <w:r w:rsidR="00E3471C">
        <w:rPr>
          <w:rFonts w:ascii="Arial" w:hAnsi="Arial" w:cs="Arial"/>
          <w:sz w:val="18"/>
        </w:rPr>
        <w:t xml:space="preserve"> </w:t>
      </w:r>
      <w:r w:rsidRPr="00B74D20">
        <w:rPr>
          <w:rFonts w:ascii="Arial" w:hAnsi="Arial" w:cs="Arial"/>
          <w:sz w:val="18"/>
        </w:rPr>
        <w:t>παρ. 4 Ν. 1599/1986)</w:t>
      </w:r>
    </w:p>
    <w:p w14:paraId="2893C2EB" w14:textId="77777777" w:rsidR="006223F2" w:rsidRPr="00B74D20" w:rsidRDefault="006223F2">
      <w:pPr>
        <w:pStyle w:val="BodyText"/>
        <w:jc w:val="left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751"/>
        <w:gridCol w:w="1204"/>
        <w:gridCol w:w="425"/>
        <w:gridCol w:w="709"/>
        <w:gridCol w:w="331"/>
        <w:gridCol w:w="1087"/>
        <w:gridCol w:w="1073"/>
        <w:gridCol w:w="720"/>
        <w:gridCol w:w="540"/>
        <w:gridCol w:w="540"/>
        <w:gridCol w:w="1291"/>
        <w:gridCol w:w="6"/>
      </w:tblGrid>
      <w:tr w:rsidR="006223F2" w:rsidRPr="00B74D20" w14:paraId="50E75694" w14:textId="77777777" w:rsidTr="004275B1">
        <w:trPr>
          <w:gridAfter w:val="1"/>
          <w:wAfter w:w="6" w:type="dxa"/>
          <w:cantSplit/>
          <w:trHeight w:val="470"/>
        </w:trPr>
        <w:tc>
          <w:tcPr>
            <w:tcW w:w="1368" w:type="dxa"/>
            <w:vAlign w:val="center"/>
          </w:tcPr>
          <w:p w14:paraId="47A97BED" w14:textId="77777777" w:rsidR="006223F2" w:rsidRPr="008075DC" w:rsidRDefault="006223F2" w:rsidP="004275B1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8075DC">
              <w:rPr>
                <w:rFonts w:ascii="Arial" w:hAnsi="Arial" w:cs="Arial"/>
                <w:sz w:val="20"/>
                <w:szCs w:val="20"/>
              </w:rPr>
              <w:t>ΠΡΟΣ</w:t>
            </w:r>
            <w:r w:rsidR="004275B1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"/>
            </w:r>
            <w:r w:rsidRPr="008075D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2"/>
            <w:vAlign w:val="center"/>
          </w:tcPr>
          <w:p w14:paraId="4C0402AC" w14:textId="77777777" w:rsidR="006223F2" w:rsidRPr="00B74D20" w:rsidRDefault="00D95FE7" w:rsidP="004275B1">
            <w:pPr>
              <w:spacing w:before="120"/>
              <w:ind w:right="-6878"/>
              <w:rPr>
                <w:rFonts w:ascii="Arial" w:hAnsi="Arial" w:cs="Arial"/>
                <w:b/>
                <w:sz w:val="20"/>
                <w:szCs w:val="20"/>
              </w:rPr>
            </w:pPr>
            <w:r w:rsidRPr="00B74D20">
              <w:rPr>
                <w:rFonts w:ascii="Arial" w:hAnsi="Arial" w:cs="Arial"/>
                <w:b/>
                <w:sz w:val="20"/>
                <w:szCs w:val="20"/>
              </w:rPr>
              <w:t>ΑΝΕΞΑΡΤΗΤΟ ΔΙΑΧΕΙΡΙΣΤΗ ΜΕΤΑΦΟΡΑΣ ΗΛΕΚΤΡΙΚΗΣ ΕΝΕΡΓΕΙΑΣ</w:t>
            </w:r>
          </w:p>
        </w:tc>
      </w:tr>
      <w:tr w:rsidR="006223F2" w:rsidRPr="00B74D20" w14:paraId="7D507685" w14:textId="77777777" w:rsidTr="004275B1">
        <w:trPr>
          <w:gridAfter w:val="1"/>
          <w:wAfter w:w="6" w:type="dxa"/>
          <w:cantSplit/>
          <w:trHeight w:val="470"/>
        </w:trPr>
        <w:tc>
          <w:tcPr>
            <w:tcW w:w="1368" w:type="dxa"/>
            <w:vAlign w:val="center"/>
          </w:tcPr>
          <w:p w14:paraId="55F13A4A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6"/>
            <w:vAlign w:val="center"/>
          </w:tcPr>
          <w:p w14:paraId="22561083" w14:textId="77777777" w:rsidR="006223F2" w:rsidRPr="004275B1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7" w:type="dxa"/>
            <w:vAlign w:val="center"/>
          </w:tcPr>
          <w:p w14:paraId="5AC42D15" w14:textId="77777777" w:rsidR="006223F2" w:rsidRPr="00B74D20" w:rsidRDefault="006223F2" w:rsidP="004275B1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64" w:type="dxa"/>
            <w:gridSpan w:val="5"/>
            <w:vAlign w:val="center"/>
          </w:tcPr>
          <w:p w14:paraId="33026103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b/>
              </w:rPr>
            </w:pPr>
          </w:p>
        </w:tc>
      </w:tr>
      <w:tr w:rsidR="006223F2" w:rsidRPr="00B74D20" w14:paraId="3579989B" w14:textId="77777777" w:rsidTr="004275B1"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vAlign w:val="center"/>
          </w:tcPr>
          <w:p w14:paraId="12DFC2A2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0"/>
            <w:vAlign w:val="center"/>
          </w:tcPr>
          <w:p w14:paraId="2D3A6D23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223F2" w:rsidRPr="00B74D20" w14:paraId="2A0A4FDB" w14:textId="77777777" w:rsidTr="004275B1"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vAlign w:val="center"/>
          </w:tcPr>
          <w:p w14:paraId="14E03154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0"/>
            <w:vAlign w:val="center"/>
          </w:tcPr>
          <w:p w14:paraId="77D10DC6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223F2" w:rsidRPr="00B74D20" w14:paraId="00073593" w14:textId="77777777" w:rsidTr="004275B1"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vAlign w:val="center"/>
          </w:tcPr>
          <w:p w14:paraId="68A63FD3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Ημερομηνία γέννησης</w:t>
            </w:r>
            <w:r w:rsidR="004275B1">
              <w:rPr>
                <w:rStyle w:val="FootnoteReference"/>
                <w:rFonts w:ascii="Arial" w:hAnsi="Arial" w:cs="Arial"/>
                <w:sz w:val="16"/>
              </w:rPr>
              <w:footnoteReference w:id="2"/>
            </w:r>
            <w:r w:rsidRPr="00B74D20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0"/>
            <w:vAlign w:val="center"/>
          </w:tcPr>
          <w:p w14:paraId="4CEB757E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223F2" w:rsidRPr="00B74D20" w14:paraId="190DAD3F" w14:textId="77777777" w:rsidTr="004275B1"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F0DD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2B6B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b/>
              </w:rPr>
            </w:pPr>
          </w:p>
        </w:tc>
      </w:tr>
      <w:tr w:rsidR="006223F2" w:rsidRPr="00B74D20" w14:paraId="29E88B24" w14:textId="77777777" w:rsidTr="004275B1"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vAlign w:val="center"/>
          </w:tcPr>
          <w:p w14:paraId="3CBC09A7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1204" w:type="dxa"/>
            <w:vAlign w:val="center"/>
          </w:tcPr>
          <w:p w14:paraId="14CB1540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4DFAF9F6" w14:textId="77777777" w:rsidR="006223F2" w:rsidRPr="00B74D20" w:rsidRDefault="006223F2" w:rsidP="004275B1">
            <w:pPr>
              <w:spacing w:before="240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64" w:type="dxa"/>
            <w:gridSpan w:val="5"/>
            <w:vAlign w:val="center"/>
          </w:tcPr>
          <w:p w14:paraId="305437AC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b/>
              </w:rPr>
            </w:pPr>
          </w:p>
        </w:tc>
      </w:tr>
      <w:tr w:rsidR="006223F2" w:rsidRPr="00B74D20" w14:paraId="19CC1BC4" w14:textId="77777777" w:rsidTr="004275B1">
        <w:trPr>
          <w:gridAfter w:val="1"/>
          <w:wAfter w:w="6" w:type="dxa"/>
          <w:cantSplit/>
          <w:trHeight w:val="470"/>
        </w:trPr>
        <w:tc>
          <w:tcPr>
            <w:tcW w:w="1697" w:type="dxa"/>
            <w:gridSpan w:val="2"/>
            <w:vAlign w:val="center"/>
          </w:tcPr>
          <w:p w14:paraId="592EACC2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380" w:type="dxa"/>
            <w:gridSpan w:val="3"/>
            <w:vAlign w:val="center"/>
          </w:tcPr>
          <w:p w14:paraId="6EA66FA8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Align w:val="center"/>
          </w:tcPr>
          <w:p w14:paraId="0216706E" w14:textId="77777777" w:rsidR="006223F2" w:rsidRPr="00B74D20" w:rsidRDefault="006223F2" w:rsidP="004275B1">
            <w:pPr>
              <w:spacing w:before="240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491" w:type="dxa"/>
            <w:gridSpan w:val="3"/>
            <w:vAlign w:val="center"/>
          </w:tcPr>
          <w:p w14:paraId="31E3CAC2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0AE6410F" w14:textId="77777777" w:rsidR="006223F2" w:rsidRPr="00B74D20" w:rsidRDefault="006223F2" w:rsidP="004275B1">
            <w:pPr>
              <w:spacing w:before="240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  <w:vAlign w:val="center"/>
          </w:tcPr>
          <w:p w14:paraId="3E5A98FE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vAlign w:val="center"/>
          </w:tcPr>
          <w:p w14:paraId="34AC191F" w14:textId="77777777" w:rsidR="006223F2" w:rsidRPr="00B74D20" w:rsidRDefault="006223F2" w:rsidP="004275B1">
            <w:pPr>
              <w:spacing w:before="240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  <w:vAlign w:val="center"/>
          </w:tcPr>
          <w:p w14:paraId="494C93BA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4275B1" w:rsidRPr="00B74D20" w14:paraId="268B7915" w14:textId="77777777" w:rsidTr="004275B1">
        <w:trPr>
          <w:cantSplit/>
          <w:trHeight w:val="470"/>
        </w:trPr>
        <w:tc>
          <w:tcPr>
            <w:tcW w:w="3652" w:type="dxa"/>
            <w:gridSpan w:val="4"/>
            <w:vAlign w:val="center"/>
          </w:tcPr>
          <w:p w14:paraId="4651F5D6" w14:textId="77777777" w:rsidR="004275B1" w:rsidRPr="00B74D20" w:rsidRDefault="004275B1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Δ</w:t>
            </w:r>
            <w:r>
              <w:rPr>
                <w:rFonts w:ascii="Arial" w:hAnsi="Arial" w:cs="Arial"/>
                <w:sz w:val="16"/>
              </w:rPr>
              <w:t>ιεύθυ</w:t>
            </w:r>
            <w:r w:rsidRPr="00B74D20">
              <w:rPr>
                <w:rFonts w:ascii="Arial" w:hAnsi="Arial" w:cs="Arial"/>
                <w:sz w:val="16"/>
              </w:rPr>
              <w:t>νση Ηλεκτρ</w:t>
            </w:r>
            <w:r>
              <w:rPr>
                <w:rFonts w:ascii="Arial" w:hAnsi="Arial" w:cs="Arial"/>
                <w:sz w:val="16"/>
              </w:rPr>
              <w:t>ονικού</w:t>
            </w:r>
            <w:r w:rsidRPr="00B74D20">
              <w:rPr>
                <w:rFonts w:ascii="Arial" w:hAnsi="Arial" w:cs="Arial"/>
                <w:sz w:val="16"/>
              </w:rPr>
              <w:t xml:space="preserve"> Ταχυδρομείου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B74D20">
              <w:rPr>
                <w:rFonts w:ascii="Arial" w:hAnsi="Arial" w:cs="Arial"/>
                <w:sz w:val="16"/>
              </w:rPr>
              <w:t>(Ε-</w:t>
            </w:r>
            <w:r w:rsidRPr="00B74D20">
              <w:rPr>
                <w:rFonts w:ascii="Arial" w:hAnsi="Arial" w:cs="Arial"/>
                <w:sz w:val="16"/>
                <w:lang w:val="en-US"/>
              </w:rPr>
              <w:t>mail</w:t>
            </w:r>
            <w:r w:rsidRPr="00B74D20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6722" w:type="dxa"/>
            <w:gridSpan w:val="10"/>
            <w:vAlign w:val="center"/>
          </w:tcPr>
          <w:p w14:paraId="5150DF18" w14:textId="77777777" w:rsidR="004275B1" w:rsidRPr="00B74D20" w:rsidRDefault="004275B1" w:rsidP="004275B1">
            <w:pPr>
              <w:spacing w:before="120"/>
              <w:ind w:right="-50"/>
              <w:rPr>
                <w:rFonts w:ascii="Arial" w:hAnsi="Arial" w:cs="Arial"/>
                <w:b/>
              </w:rPr>
            </w:pPr>
          </w:p>
        </w:tc>
      </w:tr>
    </w:tbl>
    <w:p w14:paraId="4FB0DA8B" w14:textId="77777777" w:rsidR="006223F2" w:rsidRDefault="006223F2">
      <w:pPr>
        <w:rPr>
          <w:rFonts w:ascii="Arial" w:hAnsi="Arial" w:cs="Arial"/>
          <w:sz w:val="16"/>
        </w:rPr>
      </w:pPr>
    </w:p>
    <w:p w14:paraId="4EBCDE03" w14:textId="77777777" w:rsidR="00CE0A9B" w:rsidRPr="00C55B24" w:rsidRDefault="00CE0A9B">
      <w:pPr>
        <w:rPr>
          <w:rFonts w:ascii="Arial" w:hAnsi="Arial" w:cs="Arial"/>
          <w:sz w:val="16"/>
        </w:rPr>
      </w:pPr>
    </w:p>
    <w:p w14:paraId="3E9DF8EC" w14:textId="77777777" w:rsidR="004275B1" w:rsidRDefault="00C55B24" w:rsidP="00C55B24">
      <w:pPr>
        <w:jc w:val="both"/>
        <w:rPr>
          <w:rFonts w:ascii="Arial" w:hAnsi="Arial" w:cs="Arial"/>
          <w:sz w:val="16"/>
        </w:rPr>
      </w:pPr>
      <w:r w:rsidRPr="00E3471C">
        <w:rPr>
          <w:rFonts w:ascii="Arial" w:hAnsi="Arial" w:cs="Arial"/>
          <w:b/>
          <w:sz w:val="20"/>
          <w:szCs w:val="20"/>
        </w:rPr>
        <w:t>Με ατομική μου ευθύνη και γνωρίζοντας τις κυρώσεις</w:t>
      </w:r>
      <w:r>
        <w:rPr>
          <w:rStyle w:val="FootnoteReference"/>
          <w:rFonts w:ascii="Arial" w:hAnsi="Arial" w:cs="Arial"/>
          <w:b/>
          <w:sz w:val="20"/>
          <w:szCs w:val="20"/>
        </w:rPr>
        <w:footnoteReference w:id="3"/>
      </w:r>
      <w:r w:rsidRPr="00E3471C">
        <w:rPr>
          <w:rFonts w:ascii="Arial" w:hAnsi="Arial" w:cs="Arial"/>
          <w:b/>
          <w:sz w:val="20"/>
          <w:szCs w:val="20"/>
        </w:rPr>
        <w:t xml:space="preserve">, που προβλέπονται από τις διατάξεις της παρ. 6 του άρθρου 22 του Ν. 1599/1986 ενεργών ή ενεργούσα στην παρούσα με την ιδιότητα του/της </w:t>
      </w:r>
      <w:r w:rsidR="00344104">
        <w:rPr>
          <w:rFonts w:ascii="Arial" w:hAnsi="Arial" w:cs="Arial"/>
          <w:b/>
          <w:sz w:val="20"/>
          <w:szCs w:val="20"/>
        </w:rPr>
        <w:t>μηχανικού επίβλεψης,</w:t>
      </w:r>
      <w:r w:rsidRPr="00E3471C">
        <w:rPr>
          <w:rFonts w:ascii="Arial" w:hAnsi="Arial" w:cs="Arial"/>
          <w:b/>
          <w:sz w:val="20"/>
          <w:szCs w:val="20"/>
        </w:rPr>
        <w:t xml:space="preserve"> δηλώνω υπεύθυνα:</w:t>
      </w:r>
    </w:p>
    <w:p w14:paraId="4D635BC9" w14:textId="77777777" w:rsidR="004275B1" w:rsidRDefault="004275B1">
      <w:pPr>
        <w:rPr>
          <w:rFonts w:ascii="Arial" w:hAnsi="Arial" w:cs="Arial"/>
          <w:sz w:val="16"/>
        </w:rPr>
      </w:pPr>
    </w:p>
    <w:p w14:paraId="77C516FE" w14:textId="31673747" w:rsidR="00344104" w:rsidRDefault="00344104" w:rsidP="0034410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ό</w:t>
      </w:r>
      <w:r w:rsidR="0087724B">
        <w:rPr>
          <w:rFonts w:ascii="Arial" w:hAnsi="Arial" w:cs="Arial"/>
          <w:sz w:val="20"/>
          <w:szCs w:val="20"/>
        </w:rPr>
        <w:t xml:space="preserve">τι </w:t>
      </w:r>
      <w:r w:rsidRPr="00344104">
        <w:rPr>
          <w:rFonts w:ascii="Arial" w:hAnsi="Arial" w:cs="Arial"/>
          <w:sz w:val="20"/>
          <w:szCs w:val="20"/>
        </w:rPr>
        <w:t xml:space="preserve">αποδέχομαι την ανάθεση για το συνεχή και ανελλιπή έλεγχο των ηλεκτρολογικών εγκαταστάσεων όλων των Έργων του Υ/Σ (ή ΚΥΤ) ………………………, ….KV/….kV, καθώς και των ηλεκτρολογικών εγκαταστάσεων </w:t>
      </w:r>
      <w:r w:rsidR="00414C9F">
        <w:rPr>
          <w:rFonts w:ascii="Arial" w:hAnsi="Arial" w:cs="Arial"/>
          <w:sz w:val="20"/>
          <w:szCs w:val="20"/>
        </w:rPr>
        <w:t>των</w:t>
      </w:r>
      <w:r w:rsidRPr="00344104">
        <w:rPr>
          <w:rFonts w:ascii="Arial" w:hAnsi="Arial" w:cs="Arial"/>
          <w:sz w:val="20"/>
          <w:szCs w:val="20"/>
        </w:rPr>
        <w:t xml:space="preserve"> </w:t>
      </w:r>
      <w:r w:rsidR="00A75FD4">
        <w:rPr>
          <w:rFonts w:ascii="Arial" w:hAnsi="Arial" w:cs="Arial"/>
          <w:sz w:val="20"/>
          <w:szCs w:val="20"/>
        </w:rPr>
        <w:t>……</w:t>
      </w:r>
      <w:r w:rsidR="00414C9F">
        <w:rPr>
          <w:rFonts w:ascii="Arial" w:hAnsi="Arial" w:cs="Arial"/>
          <w:sz w:val="20"/>
          <w:szCs w:val="20"/>
        </w:rPr>
        <w:t>(αρ.)</w:t>
      </w:r>
      <w:r w:rsidR="00A75FD4">
        <w:rPr>
          <w:rFonts w:ascii="Arial" w:hAnsi="Arial" w:cs="Arial"/>
          <w:sz w:val="20"/>
          <w:szCs w:val="20"/>
        </w:rPr>
        <w:t>………….</w:t>
      </w:r>
      <w:r w:rsidRPr="00344104">
        <w:rPr>
          <w:rFonts w:ascii="Arial" w:hAnsi="Arial" w:cs="Arial"/>
          <w:sz w:val="20"/>
          <w:szCs w:val="20"/>
        </w:rPr>
        <w:t xml:space="preserve"> Σταθμ</w:t>
      </w:r>
      <w:r w:rsidR="00414C9F">
        <w:rPr>
          <w:rFonts w:ascii="Arial" w:hAnsi="Arial" w:cs="Arial"/>
          <w:sz w:val="20"/>
          <w:szCs w:val="20"/>
        </w:rPr>
        <w:t>ών</w:t>
      </w:r>
      <w:r w:rsidRPr="00344104">
        <w:rPr>
          <w:rFonts w:ascii="Arial" w:hAnsi="Arial" w:cs="Arial"/>
          <w:sz w:val="20"/>
          <w:szCs w:val="20"/>
        </w:rPr>
        <w:t xml:space="preserve"> </w:t>
      </w:r>
      <w:r w:rsidR="00414C9F">
        <w:rPr>
          <w:rFonts w:ascii="Arial" w:hAnsi="Arial" w:cs="Arial"/>
          <w:sz w:val="20"/>
          <w:szCs w:val="20"/>
        </w:rPr>
        <w:t xml:space="preserve">συνολικής </w:t>
      </w:r>
      <w:r w:rsidRPr="00344104">
        <w:rPr>
          <w:rFonts w:ascii="Arial" w:hAnsi="Arial" w:cs="Arial"/>
          <w:sz w:val="20"/>
          <w:szCs w:val="20"/>
        </w:rPr>
        <w:t>ισχύος ........... MW</w:t>
      </w:r>
      <w:r>
        <w:rPr>
          <w:rFonts w:ascii="Arial" w:hAnsi="Arial" w:cs="Arial"/>
          <w:sz w:val="20"/>
          <w:szCs w:val="20"/>
        </w:rPr>
        <w:t>,</w:t>
      </w:r>
      <w:r w:rsidRPr="00344104">
        <w:rPr>
          <w:rFonts w:ascii="Arial" w:hAnsi="Arial" w:cs="Arial"/>
          <w:sz w:val="20"/>
          <w:szCs w:val="20"/>
        </w:rPr>
        <w:t xml:space="preserve"> σ</w:t>
      </w:r>
      <w:r w:rsidR="00414C9F">
        <w:rPr>
          <w:rFonts w:ascii="Arial" w:hAnsi="Arial" w:cs="Arial"/>
          <w:sz w:val="20"/>
          <w:szCs w:val="20"/>
        </w:rPr>
        <w:t>ε</w:t>
      </w:r>
      <w:r w:rsidRPr="00344104">
        <w:rPr>
          <w:rFonts w:ascii="Arial" w:hAnsi="Arial" w:cs="Arial"/>
          <w:sz w:val="20"/>
          <w:szCs w:val="20"/>
        </w:rPr>
        <w:t xml:space="preserve"> θέσ</w:t>
      </w:r>
      <w:r w:rsidR="00414C9F">
        <w:rPr>
          <w:rFonts w:ascii="Arial" w:hAnsi="Arial" w:cs="Arial"/>
          <w:sz w:val="20"/>
          <w:szCs w:val="20"/>
        </w:rPr>
        <w:t>εις</w:t>
      </w:r>
      <w:r w:rsidRPr="00344104">
        <w:rPr>
          <w:rFonts w:ascii="Arial" w:hAnsi="Arial" w:cs="Arial"/>
          <w:sz w:val="20"/>
          <w:szCs w:val="20"/>
        </w:rPr>
        <w:t xml:space="preserve"> τ</w:t>
      </w:r>
      <w:r w:rsidR="00414C9F">
        <w:rPr>
          <w:rFonts w:ascii="Arial" w:hAnsi="Arial" w:cs="Arial"/>
          <w:sz w:val="20"/>
          <w:szCs w:val="20"/>
        </w:rPr>
        <w:t>ων</w:t>
      </w:r>
      <w:r w:rsidRPr="00344104">
        <w:rPr>
          <w:rFonts w:ascii="Arial" w:hAnsi="Arial" w:cs="Arial"/>
          <w:sz w:val="20"/>
          <w:szCs w:val="20"/>
        </w:rPr>
        <w:t xml:space="preserve"> Δήμ</w:t>
      </w:r>
      <w:r w:rsidR="00414C9F">
        <w:rPr>
          <w:rFonts w:ascii="Arial" w:hAnsi="Arial" w:cs="Arial"/>
          <w:sz w:val="20"/>
          <w:szCs w:val="20"/>
        </w:rPr>
        <w:t>ων</w:t>
      </w:r>
      <w:r w:rsidRPr="00344104">
        <w:rPr>
          <w:rFonts w:ascii="Arial" w:hAnsi="Arial" w:cs="Arial"/>
          <w:sz w:val="20"/>
          <w:szCs w:val="20"/>
        </w:rPr>
        <w:t xml:space="preserve"> ..........., του Νομού ..................., της Π.Ε. ……………….., της Περιφέρειας …………………………..,</w:t>
      </w:r>
      <w:r>
        <w:rPr>
          <w:rFonts w:ascii="Arial" w:hAnsi="Arial" w:cs="Arial"/>
          <w:sz w:val="20"/>
          <w:szCs w:val="20"/>
        </w:rPr>
        <w:t>.</w:t>
      </w:r>
      <w:r w:rsidRPr="00344104">
        <w:rPr>
          <w:rFonts w:ascii="Arial" w:hAnsi="Arial" w:cs="Arial"/>
          <w:sz w:val="20"/>
          <w:szCs w:val="20"/>
        </w:rPr>
        <w:t>της εταιρείας</w:t>
      </w:r>
      <w:r w:rsidR="00414C9F">
        <w:rPr>
          <w:rFonts w:ascii="Arial" w:hAnsi="Arial" w:cs="Arial"/>
          <w:sz w:val="20"/>
          <w:szCs w:val="20"/>
        </w:rPr>
        <w:t>-Εκπροσώπου Παραγωγών</w:t>
      </w:r>
      <w:r w:rsidRPr="0034410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«…………………………….»</w:t>
      </w:r>
      <w:r w:rsidR="00A75FD4">
        <w:rPr>
          <w:rFonts w:ascii="Arial" w:hAnsi="Arial" w:cs="Arial"/>
          <w:sz w:val="20"/>
          <w:szCs w:val="20"/>
        </w:rPr>
        <w:t xml:space="preserve">, σύμφωνα με </w:t>
      </w:r>
      <w:r w:rsidR="00A75FD4" w:rsidRPr="0087724B">
        <w:rPr>
          <w:rFonts w:ascii="Arial" w:hAnsi="Arial" w:cs="Arial"/>
          <w:sz w:val="20"/>
          <w:szCs w:val="20"/>
        </w:rPr>
        <w:t>τη Σύμβαση Σύνδεσης ΑΔΜΗΕ …………/20…… (και το Συμπλήρωμα Αρ. ….. αυτής)</w:t>
      </w:r>
      <w:r w:rsidR="00A75FD4">
        <w:rPr>
          <w:rFonts w:ascii="Arial" w:hAnsi="Arial" w:cs="Arial"/>
          <w:sz w:val="20"/>
          <w:szCs w:val="20"/>
        </w:rPr>
        <w:t>.</w:t>
      </w:r>
    </w:p>
    <w:p w14:paraId="5F0FFA78" w14:textId="77777777" w:rsidR="00344104" w:rsidRDefault="00344104" w:rsidP="00344104">
      <w:pPr>
        <w:jc w:val="both"/>
        <w:rPr>
          <w:rFonts w:ascii="Arial" w:hAnsi="Arial" w:cs="Arial"/>
          <w:sz w:val="20"/>
          <w:szCs w:val="20"/>
        </w:rPr>
      </w:pPr>
    </w:p>
    <w:p w14:paraId="0308B287" w14:textId="77777777" w:rsidR="00C55B24" w:rsidRDefault="00C55B24" w:rsidP="00C55B24">
      <w:pPr>
        <w:rPr>
          <w:rFonts w:ascii="Arial" w:hAnsi="Arial" w:cs="Arial"/>
          <w:sz w:val="16"/>
        </w:rPr>
      </w:pPr>
    </w:p>
    <w:p w14:paraId="7FB58BDA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CE0A9B">
        <w:rPr>
          <w:rFonts w:ascii="Arial" w:hAnsi="Arial" w:cs="Arial"/>
          <w:b/>
          <w:bCs/>
          <w:sz w:val="20"/>
          <w:szCs w:val="20"/>
          <w:u w:val="single"/>
        </w:rPr>
        <w:t>Στοιχεία εταιρείας</w:t>
      </w:r>
    </w:p>
    <w:p w14:paraId="72C32DD8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Πλήρης Ονομασία:</w:t>
      </w:r>
      <w:r w:rsidR="00CE0A9B">
        <w:rPr>
          <w:rFonts w:ascii="Arial" w:hAnsi="Arial" w:cs="Arial"/>
          <w:b/>
          <w:bCs/>
          <w:sz w:val="20"/>
          <w:szCs w:val="20"/>
        </w:rPr>
        <w:t>…………………………………..</w:t>
      </w:r>
    </w:p>
    <w:p w14:paraId="44C2ADC8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Διεύθυνση:</w:t>
      </w:r>
      <w:r w:rsidR="00CE0A9B">
        <w:rPr>
          <w:rFonts w:ascii="Arial" w:hAnsi="Arial" w:cs="Arial"/>
          <w:b/>
          <w:bCs/>
          <w:sz w:val="20"/>
          <w:szCs w:val="20"/>
        </w:rPr>
        <w:t xml:space="preserve"> …………………………………………....</w:t>
      </w:r>
    </w:p>
    <w:p w14:paraId="7B91A44D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Αρμόδιος για επικοινωνία:</w:t>
      </w:r>
      <w:r w:rsidR="00CE0A9B">
        <w:rPr>
          <w:rFonts w:ascii="Arial" w:hAnsi="Arial" w:cs="Arial"/>
          <w:b/>
          <w:bCs/>
          <w:sz w:val="20"/>
          <w:szCs w:val="20"/>
        </w:rPr>
        <w:t xml:space="preserve"> ………………………...</w:t>
      </w:r>
    </w:p>
    <w:p w14:paraId="1D59053A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Αριθμός Τηλεφώνου:</w:t>
      </w:r>
      <w:r w:rsidR="00CE0A9B">
        <w:rPr>
          <w:rFonts w:ascii="Arial" w:hAnsi="Arial" w:cs="Arial"/>
          <w:b/>
          <w:bCs/>
          <w:sz w:val="20"/>
          <w:szCs w:val="20"/>
        </w:rPr>
        <w:t xml:space="preserve"> ………………………………..</w:t>
      </w:r>
    </w:p>
    <w:p w14:paraId="7B2A413B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Ηλεκτρονική Διεύθυνση:</w:t>
      </w:r>
      <w:r w:rsidR="00CE0A9B">
        <w:rPr>
          <w:rFonts w:ascii="Arial" w:hAnsi="Arial" w:cs="Arial"/>
          <w:b/>
          <w:bCs/>
          <w:sz w:val="20"/>
          <w:szCs w:val="20"/>
        </w:rPr>
        <w:t xml:space="preserve"> ……………………………</w:t>
      </w:r>
    </w:p>
    <w:p w14:paraId="6CC046B4" w14:textId="77777777" w:rsidR="00D21C49" w:rsidRDefault="00C55B24" w:rsidP="00D21C49">
      <w:pPr>
        <w:pStyle w:val="BodyTextIndent"/>
        <w:ind w:left="0" w:right="484"/>
        <w:jc w:val="right"/>
        <w:rPr>
          <w:szCs w:val="20"/>
        </w:rPr>
      </w:pPr>
      <w:r w:rsidRPr="00D21C49">
        <w:rPr>
          <w:szCs w:val="20"/>
        </w:rPr>
        <w:t>Ημερομηνία</w:t>
      </w:r>
      <w:r w:rsidR="00CE0A9B" w:rsidRPr="00D21C49">
        <w:rPr>
          <w:szCs w:val="20"/>
        </w:rPr>
        <w:t>:</w:t>
      </w:r>
      <w:r w:rsidR="00CE0A9B" w:rsidRPr="00D21C49">
        <w:rPr>
          <w:szCs w:val="20"/>
        </w:rPr>
        <w:tab/>
      </w:r>
      <w:r w:rsidR="00582129" w:rsidRPr="00D21C49">
        <w:rPr>
          <w:szCs w:val="20"/>
        </w:rPr>
        <w:t>…..</w:t>
      </w:r>
      <w:r w:rsidRPr="00D21C49">
        <w:rPr>
          <w:szCs w:val="20"/>
        </w:rPr>
        <w:t>/</w:t>
      </w:r>
      <w:r w:rsidR="00582129" w:rsidRPr="00D21C49">
        <w:rPr>
          <w:szCs w:val="20"/>
        </w:rPr>
        <w:t>…</w:t>
      </w:r>
      <w:r w:rsidRPr="00D21C49">
        <w:rPr>
          <w:szCs w:val="20"/>
        </w:rPr>
        <w:t>../20</w:t>
      </w:r>
      <w:r w:rsidR="00582129" w:rsidRPr="00D21C49">
        <w:rPr>
          <w:szCs w:val="20"/>
        </w:rPr>
        <w:t>….</w:t>
      </w:r>
      <w:r w:rsidRPr="00D21C49">
        <w:rPr>
          <w:szCs w:val="20"/>
        </w:rPr>
        <w:t>..</w:t>
      </w:r>
    </w:p>
    <w:p w14:paraId="27656B57" w14:textId="77777777" w:rsidR="00344104" w:rsidRPr="00D21C49" w:rsidRDefault="00344104" w:rsidP="00D21C49">
      <w:pPr>
        <w:pStyle w:val="BodyTextIndent"/>
        <w:ind w:left="0" w:right="484"/>
        <w:jc w:val="right"/>
        <w:rPr>
          <w:szCs w:val="20"/>
        </w:rPr>
      </w:pP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344104" w:rsidRPr="00DD33DD" w14:paraId="6E19A99E" w14:textId="77777777" w:rsidTr="00344104">
        <w:trPr>
          <w:jc w:val="right"/>
        </w:trPr>
        <w:tc>
          <w:tcPr>
            <w:tcW w:w="5210" w:type="dxa"/>
            <w:shd w:val="clear" w:color="auto" w:fill="auto"/>
            <w:vAlign w:val="center"/>
          </w:tcPr>
          <w:p w14:paraId="78D3BD7F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3DD">
              <w:rPr>
                <w:rFonts w:ascii="Arial" w:hAnsi="Arial" w:cs="Arial"/>
                <w:sz w:val="20"/>
                <w:szCs w:val="20"/>
              </w:rPr>
              <w:t>ο</w:t>
            </w:r>
            <w:r>
              <w:rPr>
                <w:rFonts w:ascii="Arial" w:hAnsi="Arial" w:cs="Arial"/>
                <w:sz w:val="20"/>
                <w:szCs w:val="20"/>
              </w:rPr>
              <w:t>/η</w:t>
            </w:r>
            <w:r w:rsidRPr="00DD33DD">
              <w:rPr>
                <w:rFonts w:ascii="Arial" w:hAnsi="Arial" w:cs="Arial"/>
                <w:sz w:val="20"/>
                <w:szCs w:val="20"/>
              </w:rPr>
              <w:t xml:space="preserve"> υπεύθυνος</w:t>
            </w:r>
            <w:r>
              <w:rPr>
                <w:rFonts w:ascii="Arial" w:hAnsi="Arial" w:cs="Arial"/>
                <w:sz w:val="20"/>
                <w:szCs w:val="20"/>
              </w:rPr>
              <w:t>(-η)</w:t>
            </w:r>
            <w:r w:rsidRPr="00DD33D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επιβλέπων(-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ουσα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D33DD">
              <w:rPr>
                <w:rFonts w:ascii="Arial" w:hAnsi="Arial" w:cs="Arial"/>
                <w:sz w:val="20"/>
                <w:szCs w:val="20"/>
              </w:rPr>
              <w:t>Μηχανικός</w:t>
            </w:r>
          </w:p>
        </w:tc>
      </w:tr>
      <w:tr w:rsidR="00344104" w:rsidRPr="00DD33DD" w14:paraId="6DA3AC42" w14:textId="77777777" w:rsidTr="00344104">
        <w:trPr>
          <w:trHeight w:val="2026"/>
          <w:jc w:val="right"/>
        </w:trPr>
        <w:tc>
          <w:tcPr>
            <w:tcW w:w="5210" w:type="dxa"/>
            <w:shd w:val="clear" w:color="auto" w:fill="auto"/>
            <w:vAlign w:val="center"/>
          </w:tcPr>
          <w:p w14:paraId="7A3D4548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97DA9D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AA6B77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E97113" w14:textId="1302B06D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33DD">
              <w:rPr>
                <w:rFonts w:ascii="Arial" w:hAnsi="Arial" w:cs="Arial"/>
                <w:i/>
                <w:iCs/>
                <w:sz w:val="20"/>
                <w:szCs w:val="20"/>
              </w:rPr>
              <w:t>(όνομα - σφραγίδα- υπογραφή</w:t>
            </w:r>
            <w:r w:rsidR="00414C9F">
              <w:rPr>
                <w:rStyle w:val="FootnoteReference"/>
                <w:rFonts w:ascii="Arial" w:hAnsi="Arial" w:cs="Arial"/>
                <w:i/>
                <w:iCs/>
                <w:sz w:val="20"/>
                <w:szCs w:val="20"/>
              </w:rPr>
              <w:footnoteReference w:id="4"/>
            </w:r>
            <w:r w:rsidRPr="00DD33DD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</w:tbl>
    <w:p w14:paraId="3B144F52" w14:textId="77777777" w:rsidR="00D21C49" w:rsidRPr="00CE0A9B" w:rsidRDefault="00D21C49" w:rsidP="00414C9F">
      <w:pPr>
        <w:pStyle w:val="BodyTextIndent"/>
        <w:ind w:left="0" w:right="484"/>
        <w:rPr>
          <w:sz w:val="16"/>
        </w:rPr>
      </w:pPr>
    </w:p>
    <w:sectPr w:rsidR="00D21C49" w:rsidRPr="00CE0A9B" w:rsidSect="00CE0A9B">
      <w:type w:val="continuous"/>
      <w:pgSz w:w="11906" w:h="16838" w:code="9"/>
      <w:pgMar w:top="851" w:right="851" w:bottom="851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FB6C3" w14:textId="77777777" w:rsidR="00A82194" w:rsidRDefault="00A82194">
      <w:r>
        <w:separator/>
      </w:r>
    </w:p>
  </w:endnote>
  <w:endnote w:type="continuationSeparator" w:id="0">
    <w:p w14:paraId="237C32F3" w14:textId="77777777" w:rsidR="00A82194" w:rsidRDefault="00A82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3D3A2" w14:textId="77777777" w:rsidR="00A82194" w:rsidRDefault="00A82194">
      <w:r>
        <w:separator/>
      </w:r>
    </w:p>
  </w:footnote>
  <w:footnote w:type="continuationSeparator" w:id="0">
    <w:p w14:paraId="4D1B62A8" w14:textId="77777777" w:rsidR="00A82194" w:rsidRDefault="00A82194">
      <w:r>
        <w:continuationSeparator/>
      </w:r>
    </w:p>
  </w:footnote>
  <w:footnote w:id="1">
    <w:p w14:paraId="137B94CB" w14:textId="77777777" w:rsidR="004275B1" w:rsidRPr="005A5F4E" w:rsidRDefault="004275B1" w:rsidP="00C55B2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254B0">
        <w:rPr>
          <w:rStyle w:val="FootnoteReference"/>
          <w:rFonts w:ascii="Arial" w:hAnsi="Arial" w:cs="Arial"/>
          <w:sz w:val="18"/>
          <w:szCs w:val="18"/>
        </w:rPr>
        <w:footnoteRef/>
      </w:r>
      <w:r w:rsidRPr="00A254B0">
        <w:rPr>
          <w:rFonts w:ascii="Arial" w:hAnsi="Arial" w:cs="Arial"/>
          <w:sz w:val="18"/>
          <w:szCs w:val="18"/>
        </w:rPr>
        <w:t xml:space="preserve"> </w:t>
      </w:r>
      <w:r w:rsidRPr="005A5F4E">
        <w:rPr>
          <w:rFonts w:ascii="Arial" w:hAnsi="Arial" w:cs="Arial"/>
          <w:sz w:val="16"/>
          <w:szCs w:val="16"/>
        </w:rPr>
        <w:t>Αναγράφεται από τον ενδιαφερόμενο πολίτη ή Αρχή ή η Υπηρεσία του δημόσιου τομέα, που απευθύνεται η αίτηση.</w:t>
      </w:r>
    </w:p>
  </w:footnote>
  <w:footnote w:id="2">
    <w:p w14:paraId="0707E9E5" w14:textId="77777777" w:rsidR="004275B1" w:rsidRPr="005A5F4E" w:rsidRDefault="004275B1" w:rsidP="00C55B2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5A5F4E">
        <w:rPr>
          <w:rStyle w:val="FootnoteReference"/>
          <w:rFonts w:ascii="Arial" w:hAnsi="Arial" w:cs="Arial"/>
          <w:sz w:val="16"/>
          <w:szCs w:val="16"/>
        </w:rPr>
        <w:footnoteRef/>
      </w:r>
      <w:r w:rsidRPr="005A5F4E">
        <w:rPr>
          <w:rFonts w:ascii="Arial" w:hAnsi="Arial" w:cs="Arial"/>
          <w:sz w:val="16"/>
          <w:szCs w:val="16"/>
        </w:rPr>
        <w:t xml:space="preserve"> Αναγράφεται ολογράφως.</w:t>
      </w:r>
    </w:p>
  </w:footnote>
  <w:footnote w:id="3">
    <w:p w14:paraId="55A4A7DE" w14:textId="77777777" w:rsidR="00C55B24" w:rsidRPr="005A5F4E" w:rsidRDefault="00C55B24" w:rsidP="00C55B2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5A5F4E">
        <w:rPr>
          <w:rStyle w:val="FootnoteReference"/>
          <w:rFonts w:ascii="Arial" w:hAnsi="Arial" w:cs="Arial"/>
          <w:sz w:val="16"/>
          <w:szCs w:val="16"/>
        </w:rPr>
        <w:footnoteRef/>
      </w:r>
      <w:r w:rsidRPr="005A5F4E">
        <w:rPr>
          <w:rFonts w:ascii="Arial" w:hAnsi="Arial" w:cs="Arial"/>
          <w:sz w:val="16"/>
          <w:szCs w:val="16"/>
        </w:rPr>
        <w:t xml:space="preserve">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</w:t>
      </w:r>
    </w:p>
  </w:footnote>
  <w:footnote w:id="4">
    <w:p w14:paraId="693704E9" w14:textId="70569807" w:rsidR="00414C9F" w:rsidRPr="00414C9F" w:rsidRDefault="00414C9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14C9F">
        <w:rPr>
          <w:rFonts w:ascii="Arial" w:hAnsi="Arial" w:cs="Arial"/>
          <w:sz w:val="16"/>
          <w:szCs w:val="16"/>
        </w:rPr>
        <w:t>μέσω gov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B2429"/>
    <w:multiLevelType w:val="hybridMultilevel"/>
    <w:tmpl w:val="1C265A4A"/>
    <w:lvl w:ilvl="0" w:tplc="5D1EAF6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9E0F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00FD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E836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D420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7E8D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009C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B84F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1AB6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4C7C29"/>
    <w:multiLevelType w:val="hybridMultilevel"/>
    <w:tmpl w:val="8A0210E0"/>
    <w:lvl w:ilvl="0" w:tplc="E410E5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9F2652"/>
    <w:multiLevelType w:val="hybridMultilevel"/>
    <w:tmpl w:val="58BC7A12"/>
    <w:lvl w:ilvl="0" w:tplc="2752D7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529EDD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D3AB7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32B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92BC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D2EF3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CCBF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062D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025E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A616D"/>
    <w:multiLevelType w:val="hybridMultilevel"/>
    <w:tmpl w:val="4016E3A2"/>
    <w:lvl w:ilvl="0" w:tplc="BF9691D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B5F2A7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entury Gothic" w:hint="default"/>
      </w:rPr>
    </w:lvl>
    <w:lvl w:ilvl="2" w:tplc="CDC6BD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1481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6CA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entury Gothic" w:hint="default"/>
      </w:rPr>
    </w:lvl>
    <w:lvl w:ilvl="5" w:tplc="B68CCB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165D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EAFF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entury Gothic" w:hint="default"/>
      </w:rPr>
    </w:lvl>
    <w:lvl w:ilvl="8" w:tplc="C4FA3F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60209"/>
    <w:multiLevelType w:val="hybridMultilevel"/>
    <w:tmpl w:val="2D4AE85A"/>
    <w:lvl w:ilvl="0" w:tplc="BCF23D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6A1A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B861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C600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0E2A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CCC2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EE67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4D1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436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B35B3F"/>
    <w:multiLevelType w:val="hybridMultilevel"/>
    <w:tmpl w:val="4476F952"/>
    <w:lvl w:ilvl="0" w:tplc="215E86B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ACCEDF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1C7F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54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76E0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FCAA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CE15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9CBB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1457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6312005"/>
    <w:multiLevelType w:val="hybridMultilevel"/>
    <w:tmpl w:val="153AA9C0"/>
    <w:lvl w:ilvl="0" w:tplc="415A9D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407E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32FD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623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1C2D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3C3C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F0D9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E0EB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644B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445850031">
    <w:abstractNumId w:val="3"/>
  </w:num>
  <w:num w:numId="2" w16cid:durableId="2105609075">
    <w:abstractNumId w:val="5"/>
  </w:num>
  <w:num w:numId="3" w16cid:durableId="2073036832">
    <w:abstractNumId w:val="0"/>
  </w:num>
  <w:num w:numId="4" w16cid:durableId="1396659738">
    <w:abstractNumId w:val="4"/>
  </w:num>
  <w:num w:numId="5" w16cid:durableId="2088569423">
    <w:abstractNumId w:val="2"/>
  </w:num>
  <w:num w:numId="6" w16cid:durableId="990526760">
    <w:abstractNumId w:val="10"/>
  </w:num>
  <w:num w:numId="7" w16cid:durableId="1590770273">
    <w:abstractNumId w:val="9"/>
  </w:num>
  <w:num w:numId="8" w16cid:durableId="1294291730">
    <w:abstractNumId w:val="7"/>
  </w:num>
  <w:num w:numId="9" w16cid:durableId="769812955">
    <w:abstractNumId w:val="6"/>
  </w:num>
  <w:num w:numId="10" w16cid:durableId="1018192441">
    <w:abstractNumId w:val="8"/>
  </w:num>
  <w:num w:numId="11" w16cid:durableId="2106490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oNotTrackMoves/>
  <w:defaultTabStop w:val="720"/>
  <w:noPunctuationKerning/>
  <w:characterSpacingControl w:val="doNotCompress"/>
  <w:hdrShapeDefaults>
    <o:shapedefaults v:ext="edit" spidmax="2050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23C0"/>
    <w:rsid w:val="00016A26"/>
    <w:rsid w:val="000260EE"/>
    <w:rsid w:val="0010106D"/>
    <w:rsid w:val="001060A6"/>
    <w:rsid w:val="00165A19"/>
    <w:rsid w:val="00204379"/>
    <w:rsid w:val="002078DB"/>
    <w:rsid w:val="002235B8"/>
    <w:rsid w:val="0029523A"/>
    <w:rsid w:val="002B15A5"/>
    <w:rsid w:val="002D1469"/>
    <w:rsid w:val="00342768"/>
    <w:rsid w:val="00344104"/>
    <w:rsid w:val="00362F82"/>
    <w:rsid w:val="003718EB"/>
    <w:rsid w:val="0038086C"/>
    <w:rsid w:val="0039521E"/>
    <w:rsid w:val="003A0A30"/>
    <w:rsid w:val="003A424E"/>
    <w:rsid w:val="003D1936"/>
    <w:rsid w:val="00414C9F"/>
    <w:rsid w:val="00416F02"/>
    <w:rsid w:val="004275B1"/>
    <w:rsid w:val="00431339"/>
    <w:rsid w:val="004B3841"/>
    <w:rsid w:val="004B6A58"/>
    <w:rsid w:val="004C78C1"/>
    <w:rsid w:val="004D15BF"/>
    <w:rsid w:val="00562AEA"/>
    <w:rsid w:val="005657F4"/>
    <w:rsid w:val="00582129"/>
    <w:rsid w:val="005A5F4E"/>
    <w:rsid w:val="005A6A0C"/>
    <w:rsid w:val="005B713F"/>
    <w:rsid w:val="005E59C1"/>
    <w:rsid w:val="0061504A"/>
    <w:rsid w:val="006223F2"/>
    <w:rsid w:val="00630A63"/>
    <w:rsid w:val="006965E8"/>
    <w:rsid w:val="006B7158"/>
    <w:rsid w:val="007116F1"/>
    <w:rsid w:val="00716052"/>
    <w:rsid w:val="00743E44"/>
    <w:rsid w:val="007612CA"/>
    <w:rsid w:val="00762BED"/>
    <w:rsid w:val="007A2885"/>
    <w:rsid w:val="007B0556"/>
    <w:rsid w:val="007E0AF5"/>
    <w:rsid w:val="007E1449"/>
    <w:rsid w:val="008075DC"/>
    <w:rsid w:val="008621A8"/>
    <w:rsid w:val="0087724B"/>
    <w:rsid w:val="00894132"/>
    <w:rsid w:val="008D10BD"/>
    <w:rsid w:val="009148EE"/>
    <w:rsid w:val="009322B7"/>
    <w:rsid w:val="00997833"/>
    <w:rsid w:val="009A20AB"/>
    <w:rsid w:val="009C6968"/>
    <w:rsid w:val="009D143F"/>
    <w:rsid w:val="00A023C0"/>
    <w:rsid w:val="00A10ADB"/>
    <w:rsid w:val="00A254B0"/>
    <w:rsid w:val="00A65FD7"/>
    <w:rsid w:val="00A666E0"/>
    <w:rsid w:val="00A75FD4"/>
    <w:rsid w:val="00A82194"/>
    <w:rsid w:val="00A966EF"/>
    <w:rsid w:val="00AF665D"/>
    <w:rsid w:val="00B74D20"/>
    <w:rsid w:val="00BD4D42"/>
    <w:rsid w:val="00BE33F2"/>
    <w:rsid w:val="00BF6C44"/>
    <w:rsid w:val="00C05AD7"/>
    <w:rsid w:val="00C0610A"/>
    <w:rsid w:val="00C419CD"/>
    <w:rsid w:val="00C445FF"/>
    <w:rsid w:val="00C55B24"/>
    <w:rsid w:val="00CB30BB"/>
    <w:rsid w:val="00CE0A9B"/>
    <w:rsid w:val="00D03842"/>
    <w:rsid w:val="00D21C49"/>
    <w:rsid w:val="00D95FE7"/>
    <w:rsid w:val="00DD33DD"/>
    <w:rsid w:val="00DE4D2C"/>
    <w:rsid w:val="00E32A9C"/>
    <w:rsid w:val="00E3471C"/>
    <w:rsid w:val="00E3558B"/>
    <w:rsid w:val="00E5191A"/>
    <w:rsid w:val="00E62876"/>
    <w:rsid w:val="00E86D7A"/>
    <w:rsid w:val="00EC6958"/>
    <w:rsid w:val="00EE0B2B"/>
    <w:rsid w:val="00F3371A"/>
    <w:rsid w:val="00F72B34"/>
    <w:rsid w:val="00FA0087"/>
    <w:rsid w:val="00FB1478"/>
    <w:rsid w:val="00FC68F7"/>
    <w:rsid w:val="00FD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#eaeaea"/>
    </o:shapedefaults>
    <o:shapelayout v:ext="edit">
      <o:idmap v:ext="edit" data="2"/>
    </o:shapelayout>
  </w:shapeDefaults>
  <w:decimalSymbol w:val=","/>
  <w:listSeparator w:val=";"/>
  <w14:docId w14:val="33BB9F13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entury Gothic" w:hAnsi="Century Gothic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sz w:val="28"/>
    </w:rPr>
  </w:style>
  <w:style w:type="paragraph" w:styleId="Heading6">
    <w:name w:val="heading 6"/>
    <w:basedOn w:val="Normal"/>
    <w:next w:val="Normal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semiHidden/>
    <w:pPr>
      <w:spacing w:after="120"/>
      <w:jc w:val="center"/>
    </w:pPr>
    <w:rPr>
      <w:rFonts w:ascii="Arial" w:hAnsi="Arial" w:cs="Arial"/>
      <w:sz w:val="28"/>
    </w:rPr>
  </w:style>
  <w:style w:type="paragraph" w:styleId="BodyText2">
    <w:name w:val="Body Text 2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BodyText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BodyTextIndent">
    <w:name w:val="Body Text Indent"/>
    <w:basedOn w:val="Normal"/>
    <w:semiHidden/>
    <w:pPr>
      <w:ind w:left="-180"/>
    </w:pPr>
    <w:rPr>
      <w:rFonts w:ascii="Arial" w:hAnsi="Arial" w:cs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0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260EE"/>
    <w:rPr>
      <w:rFonts w:ascii="Segoe UI" w:hAnsi="Segoe UI" w:cs="Segoe UI"/>
      <w:sz w:val="18"/>
      <w:szCs w:val="18"/>
      <w:lang w:val="el-GR" w:eastAsia="el-GR"/>
    </w:rPr>
  </w:style>
  <w:style w:type="paragraph" w:styleId="Revision">
    <w:name w:val="Revision"/>
    <w:hidden/>
    <w:uiPriority w:val="99"/>
    <w:semiHidden/>
    <w:rsid w:val="00762BED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75B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4275B1"/>
    <w:rPr>
      <w:lang w:val="el-GR" w:eastAsia="el-GR" w:bidi="ar-SA"/>
    </w:rPr>
  </w:style>
  <w:style w:type="character" w:styleId="FootnoteReference">
    <w:name w:val="footnote reference"/>
    <w:uiPriority w:val="99"/>
    <w:semiHidden/>
    <w:unhideWhenUsed/>
    <w:rsid w:val="004275B1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5A5F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5F4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A5F4E"/>
    <w:rPr>
      <w:lang w:val="el-GR" w:eastAsia="el-GR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5F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A5F4E"/>
    <w:rPr>
      <w:b/>
      <w:bCs/>
      <w:lang w:val="el-GR" w:eastAsia="el-GR" w:bidi="ar-SA"/>
    </w:rPr>
  </w:style>
  <w:style w:type="table" w:styleId="TableGrid">
    <w:name w:val="Table Grid"/>
    <w:basedOn w:val="TableNormal"/>
    <w:uiPriority w:val="59"/>
    <w:rsid w:val="00D21C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3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CA700-B444-4C4F-AA20-3390FFF5C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/>
  <dc:creator>Αστέριος Χατζηχαριστός</dc:creator>
  <cp:keywords/>
  <cp:lastModifiedBy>Καμηλάκη Μαρίνα</cp:lastModifiedBy>
  <cp:revision>2</cp:revision>
  <cp:lastPrinted>2013-11-14T12:08:00Z</cp:lastPrinted>
  <dcterms:created xsi:type="dcterms:W3CDTF">2025-02-25T11:22:00Z</dcterms:created>
  <dcterms:modified xsi:type="dcterms:W3CDTF">2025-02-25T11:22:00Z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724ed5-0cfc-4d4c-ac51-e92bca5b81d6_Enabled">
    <vt:lpwstr>true</vt:lpwstr>
  </property>
  <property fmtid="{D5CDD505-2E9C-101B-9397-08002B2CF9AE}" pid="3" name="MSIP_Label_05724ed5-0cfc-4d4c-ac51-e92bca5b81d6_SetDate">
    <vt:lpwstr>2025-02-25T11:22:31Z</vt:lpwstr>
  </property>
  <property fmtid="{D5CDD505-2E9C-101B-9397-08002B2CF9AE}" pid="4" name="MSIP_Label_05724ed5-0cfc-4d4c-ac51-e92bca5b81d6_Method">
    <vt:lpwstr>Standard</vt:lpwstr>
  </property>
  <property fmtid="{D5CDD505-2E9C-101B-9397-08002B2CF9AE}" pid="5" name="MSIP_Label_05724ed5-0cfc-4d4c-ac51-e92bca5b81d6_Name">
    <vt:lpwstr>defa4170-0d19-0005-0004-bc88714345d2</vt:lpwstr>
  </property>
  <property fmtid="{D5CDD505-2E9C-101B-9397-08002B2CF9AE}" pid="6" name="MSIP_Label_05724ed5-0cfc-4d4c-ac51-e92bca5b81d6_SiteId">
    <vt:lpwstr>04431d29-4523-4837-9461-aba5f0619b10</vt:lpwstr>
  </property>
  <property fmtid="{D5CDD505-2E9C-101B-9397-08002B2CF9AE}" pid="7" name="MSIP_Label_05724ed5-0cfc-4d4c-ac51-e92bca5b81d6_ActionId">
    <vt:lpwstr>18d9cf97-3451-4816-9773-083832deee59</vt:lpwstr>
  </property>
  <property fmtid="{D5CDD505-2E9C-101B-9397-08002B2CF9AE}" pid="8" name="MSIP_Label_05724ed5-0cfc-4d4c-ac51-e92bca5b81d6_ContentBits">
    <vt:lpwstr>0</vt:lpwstr>
  </property>
</Properties>
</file>